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2E077C5" w:rsidR="007C2FEE" w:rsidRPr="00186C62" w:rsidRDefault="00814062" w:rsidP="007C2FEE">
      <w:pPr>
        <w:pStyle w:val="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Vögele │ Экологичная укладка асфальтобетона в кратчайшие сроки </w:t>
      </w:r>
    </w:p>
    <w:p w14:paraId="34A89D42" w14:textId="287FC2AA" w:rsidR="007C2FEE" w:rsidRPr="00186C62" w:rsidRDefault="00814062" w:rsidP="007C2FEE">
      <w:pPr>
        <w:pStyle w:val="Sub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Капремонт автобана по технологии Vögele InLine Pave</w:t>
      </w:r>
    </w:p>
    <w:p w14:paraId="43A5AB78" w14:textId="5A5F18B2" w:rsidR="007C2FEE" w:rsidRPr="00186C62" w:rsidRDefault="007B13CB" w:rsidP="007C2FEE">
      <w:pPr>
        <w:pStyle w:val="Teaser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Из-за сильной колейности назрела необходимость в ремонте одного участка кольцевой автомагистрали Berliner Ring в ее южной части.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Чтобы отремонтировать этот участок автобана с интенсивным движением как можно быстрее и качественнее и при этом сберечь ценные ресурсы, строительная компания-подрядчик прибегла к помощи двух комплексов машин InLine Pave производства Vögele.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Они выполнили укладку слоя износа и слоя биндера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способом «горячий слой на горячий» и «горячий слой к горячему» без швов.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Это не только улучшило качество и прочность дорожного полотна, но и позволило сократить время, расходы, ресурсы и выбросы CO₂. </w:t>
      </w:r>
    </w:p>
    <w:p w14:paraId="45AFE0CD" w14:textId="52A5218D" w:rsidR="007C2FEE" w:rsidRPr="00186C62" w:rsidRDefault="00964C7B" w:rsidP="008D26D8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Высокие требования к укладке </w:t>
      </w:r>
    </w:p>
    <w:p w14:paraId="25E9BEBC" w14:textId="12275506" w:rsidR="004F041A" w:rsidRPr="00186C62" w:rsidRDefault="004F041A" w:rsidP="004F041A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Место примыкания Людвигсфельде-Вест находится в южной части автобана Berliner Ring (автодорога A10) и из-за интенсивного трафика подвергается сильным нагрузкам. В связи с выраженной колейностью возникла необходимость заменить слой износа и слой биндера на участке протяженностью 4,2 км и шириной около 15 м. При этом к качеству укладки предъявлялись строгие требования: Чтобы предотвратить дальнейшую деформацию, новая проезжая часть должна была отличаться высоким качеством укладки, быть прочной и долговечной. Кроме того, перед дорожными строителями стояла задача бережно использовать ресурсы и завершить работы как можно оперативнее. </w:t>
      </w:r>
    </w:p>
    <w:p w14:paraId="2511EC9C" w14:textId="77777777" w:rsidR="004F041A" w:rsidRPr="00186C62" w:rsidRDefault="004F041A" w:rsidP="004F041A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Два слоя за один проход</w:t>
      </w:r>
    </w:p>
    <w:p w14:paraId="3BAED192" w14:textId="7FAB2D6B" w:rsidR="004F041A" w:rsidRPr="00186C62" w:rsidRDefault="004F041A" w:rsidP="004F041A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Поэтому подрядчик, консорциум филиалов компании Matthäi из города Михендорф и из города Штендаль, отдал предпочтение методу «горячий слой на горячий» с использованием двух комплексов машин Vögele InLine Pave. Перегружатель, укладчик для устройства слоя биндера и укладчик для устройства слоя износа ехали друг за другом (по-английски «inline») и укладывали оба слоя за один проход. Этот способ имеет целый ряд преимуществ. Укладка слоя биндера и слоя износа методом «горячий слой на горячий» обеспечивает оптимальное сцепление слоев, что повышает качество и увеличивает срок эксплуатации слоя износа. Кроме того, можно увеличить толщину слоя биндера за счет уменьшения толщины слоя износа. С одной стороны, это делает покрытие более стабильным, т. к. слой биндера устойчивее слоя износа. Это помогает предотвращать деформации. С другой стороны, это экономит средства, так как требуется меньше материала для слоя износа с высоким содержанием вяжущего, который значительно дороже материала для слоя биндера. Кроме того, в отличие от укладки традиционным способом, отпадает надобность в нанесении битумной эмульсии, а это экономит материалы и время и сокращает выбросы CO₂. «Технология InLine Pave идеально подходит для выполнения работ на автобанах и любых других ситуаций, в которых требуется изготовить особо прочное дорожное покрытие в очень сжатые сроки и очень экономично и при этом еще свести к минимуму вред окружающей среде», – говорит Франк Йильге, мастер асфальтоукладочных работ в компании Matthäi.</w:t>
      </w:r>
    </w:p>
    <w:p w14:paraId="3CAAB105" w14:textId="77777777" w:rsidR="004F041A" w:rsidRPr="00186C62" w:rsidRDefault="004F041A" w:rsidP="004F041A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Два комплекса машин для максимальной эффективности</w:t>
      </w:r>
    </w:p>
    <w:p w14:paraId="7B55E4A1" w14:textId="1E6157DB" w:rsidR="004F041A" w:rsidRPr="00186C62" w:rsidRDefault="004F041A" w:rsidP="004F041A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Времени на капремонт отрезка автобана было совсем в обрез: закончить работы надо было всего за два дня. Поэтому стройбригада использовала сразу два комплекса InLine Pave, каждый из которых включал в себя три машины: высокопроизводительный перегружатель MT 3000-3i Offset принимал доставленную на стройплощадку смесь для устройства слоя биндера и слоя износа и с заданной периодичностью перемещал ее прямо в приемный бункер или перегрузочный модуль ехавшего за ним укладчика SUPER 2100-3i IP. Этот модифицированный асфальтоукладчик класса Highway Class укладывал  слой биндера толщиной 6 см и через перегрузочный модуль передавал смесь для укладки слоя износа на следовавший за ним укладчик SUPER 1900-3i, который сразу же укладывал 2-сантиметровый слой износа. Чтобы вложиться в сжатые сроки, оба комплекса машин работали плечом к плечу: укладывали рядом друг с другом полосы шириной по 7,5 м. </w:t>
      </w:r>
    </w:p>
    <w:p w14:paraId="2930F032" w14:textId="20BBF176" w:rsidR="004F041A" w:rsidRPr="00186C62" w:rsidRDefault="004F041A" w:rsidP="004F041A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Уплотнение высокой степени обеспечивает качество и долговечность</w:t>
      </w:r>
    </w:p>
    <w:p w14:paraId="557B83CE" w14:textId="652AFF3A" w:rsidR="004F041A" w:rsidRPr="00186C62" w:rsidRDefault="004F041A" w:rsidP="004F041A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Технология Vögele InLine Pave оправдала себя и в части выполнения требований к качеству: несмотря на уменьшенную толщину слоя износа, высокая степень предварительного уплотнения обеспечила высокое качество и прочность нового дорожного полотна. Главный элемент этого комплекса машин, укладчик для укладки слоя биндера SUPER 2100-3i IP, был оснащен раздвижным рабочим органом AB 600 TP2 Plus. . С помощью трамбовочного бруса и двух прессующих планок с импульсным гидравлическим приводом достигается максимальная степень уплотнения - до 98 %. Благодаря этому бригаде удалось уплотнить слой биндера настолько хорошо, что он стал достатчно прочным так, что укладчики для устройства слоя износа могли работать прямо по еще горячему биндеру. </w:t>
      </w:r>
    </w:p>
    <w:p w14:paraId="7E7C6746" w14:textId="77777777" w:rsidR="004F041A" w:rsidRPr="00186C62" w:rsidRDefault="004F041A" w:rsidP="004F041A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Не забывая о планете</w:t>
      </w:r>
    </w:p>
    <w:p w14:paraId="0592E8C9" w14:textId="37B8D3FB" w:rsidR="004F041A" w:rsidRPr="00186C62" w:rsidRDefault="004F041A" w:rsidP="004F041A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И заказчик, и подрядчик проекта капремонта автомагистрали Berliner Ring стремились использовать технику и материалы как можно эффективнее и экономить ресурсы. Метод InLine Pave отлично проявил себя и в этом отношении: в отличие от традиционных способов, техника «горячий слой на горячий» не требует использования битумной эмульсии для достижения адгезии. Это снизило расход материала, расходы, выбросы CO₂ при приготовлении и укладке смеси, а еще сократило сроки выполнения работ. Следует упомянуть, что строительная компания-подрядчик использует все машины, входящие в комплекс IP  и как обычные стандартные машины — то есть, техника не простаивает зря. Для укладки обычным способом надо только снять перегрузочный модуль с укладчика для укладки слоя биндера, да и то, если в этом возникнет необходимость.</w:t>
      </w:r>
    </w:p>
    <w:p w14:paraId="6FF92056" w14:textId="77777777" w:rsidR="004F041A" w:rsidRPr="00186C62" w:rsidRDefault="004F041A" w:rsidP="004F041A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Проверенная технология</w:t>
      </w:r>
    </w:p>
    <w:p w14:paraId="435A81B9" w14:textId="3E344856" w:rsidR="004F041A" w:rsidRDefault="004F041A" w:rsidP="004F041A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Проект на Berliner Ring был успешно реализован: бригада справилась с работой точно в срок, за два дня. «Безусловно, каждый новый проект ставит перед нами новые задачи, но в этот раз как минимум технология укладки уже была хорошо нам знакома», — говорит Йильге. «Технологию InLine Pave от Vögele мы используем с 2004 года».</w:t>
      </w:r>
    </w:p>
    <w:p w14:paraId="50815A66" w14:textId="77777777" w:rsidR="00FC59CD" w:rsidRDefault="00FC59CD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br w:type="page"/>
      </w:r>
    </w:p>
    <w:p w14:paraId="06345839" w14:textId="146AB74B" w:rsidR="00BC487A" w:rsidRPr="00E53D0E" w:rsidRDefault="007C2FEE" w:rsidP="00BC487A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Фотографии:</w:t>
      </w:r>
    </w:p>
    <w:p w14:paraId="637127ED" w14:textId="77777777" w:rsidR="00AE3368" w:rsidRDefault="00AE3368" w:rsidP="007C2FEE">
      <w:pPr>
        <w:pStyle w:val="BUnormal"/>
        <w:rPr/>
      </w:pPr>
    </w:p>
    <w:p w14:paraId="0715A138" w14:textId="56AADC7F" w:rsidR="00AE3368" w:rsidRPr="00CE3747" w:rsidRDefault="00CE3747" w:rsidP="00AE3368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7CA79B1" wp14:editId="7F1F82BE">
            <wp:extent cx="2381375" cy="15875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599" cy="1597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JV_IP_A10_Berlin_001_PR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Скорость, ресурсосбережение и качество: Задействовав два комплекса машин Vögele InLine Pave, компания-подрядчик отремонтировала участок кольцевой автомагистрали Berliner Ring в ее южной части протяженностью 4,2 км всего за два дня.</w:t>
      </w:r>
    </w:p>
    <w:p w14:paraId="63D686F5" w14:textId="77777777" w:rsidR="00AE3368" w:rsidRPr="003C1EDA" w:rsidRDefault="00AE3368" w:rsidP="00AE3368">
      <w:pPr>
        <w:pStyle w:val="BUbold"/>
        <w:rPr>
          <w:b w:val="0"/>
          <w:bCs/>
        </w:rPr>
      </w:pPr>
    </w:p>
    <w:p w14:paraId="380445E3" w14:textId="223AAB87" w:rsidR="00AE3368" w:rsidRPr="00CE3747" w:rsidRDefault="00CE3747" w:rsidP="00AE3368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E803FA2" wp14:editId="236BE1B6">
            <wp:extent cx="2382499" cy="1587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914" cy="16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JV_IP_A10_Berlin_002_PR</w:t>
      </w:r>
    </w:p>
    <w:p w14:paraId="16F9E9FD" w14:textId="77777777" w:rsidR="00AE3368" w:rsidRPr="003C1EDA" w:rsidRDefault="00AE3368" w:rsidP="00AE3368">
      <w:pPr>
        <w:pStyle w:val="BUbold"/>
        <w:rPr>
          <w:b w:val="0"/>
          <w:bCs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Горячий слой на горячий: При укладке по технологии Vögele InLine-Pave перегружатель, укладчик для укладки слоя биндера и укладчик для укладки слоя износа ехали друг за другом (англ. «inline») и укладывали оба слоя за один проход.</w:t>
      </w:r>
    </w:p>
    <w:p w14:paraId="4BCBF281" w14:textId="77777777" w:rsidR="00BB4009" w:rsidRDefault="00BB4009" w:rsidP="007C2FEE">
      <w:pPr>
        <w:pStyle w:val="BUnormal"/>
        <w:rPr/>
      </w:pPr>
    </w:p>
    <w:p w14:paraId="6A2319E6" w14:textId="68136CA7" w:rsidR="00BB4009" w:rsidRPr="00CE3747" w:rsidRDefault="00CE3747" w:rsidP="00BB4009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0B8B4ECF" wp14:editId="2053D74E">
            <wp:extent cx="2413000" cy="1608582"/>
            <wp:effectExtent l="0" t="0" r="635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283" cy="161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JV_IP_A10_Berlin_003_PR</w:t>
      </w:r>
    </w:p>
    <w:p w14:paraId="5FA580FE" w14:textId="63E8A2A1" w:rsidR="00BB4009" w:rsidRPr="00371A30" w:rsidRDefault="00BB4009" w:rsidP="00BB4009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Высокопроизводительный перегружатель MT 3000-3i Offset принимал доставленную на стройплощадку смесь для укладки  слоя биндера и слоя износа и с заданной периодичностью перемещал ее прямо в приемный бункер или перегрузочный модуль ехавшего за ним укладчика SUPER 2100-3i IP.</w:t>
      </w:r>
    </w:p>
    <w:p w14:paraId="6B527473" w14:textId="77777777" w:rsidR="00BB4009" w:rsidRPr="00220CF0" w:rsidRDefault="00BB4009" w:rsidP="00BB4009">
      <w:pPr>
        <w:pStyle w:val="Note"/>
      </w:pPr>
    </w:p>
    <w:p w14:paraId="554A5A5C" w14:textId="7075F222" w:rsidR="00BB4009" w:rsidRDefault="00CE3747" w:rsidP="00BB4009">
      <w:pPr>
        <w:pStyle w:val="Standardabsatz"/>
        <w:spacing w:after="0"/>
        <w:rPr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602D61A" wp14:editId="05199F47">
            <wp:extent cx="2400300" cy="1600117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824" cy="1609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95B8F" w14:textId="07F45F22" w:rsidR="00BB4009" w:rsidRPr="00CE3747" w:rsidRDefault="00BB4009" w:rsidP="00BB4009">
      <w:pPr>
        <w:pStyle w:val="BUbol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JV_IP_A10_Berlin_004_PR</w:t>
      </w:r>
    </w:p>
    <w:p w14:paraId="6ABA3225" w14:textId="77777777" w:rsidR="00BB4009" w:rsidRPr="00371A30" w:rsidRDefault="00BB4009" w:rsidP="00BB4009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Асфальтоукладчики SUPER 2100-3i IP класса Highway Class создавали слой биндера и через перегрузочный модуль передавали смесь для укладки  слоя износа на следовавшие за ним укладчики SUPER 1900-3i. </w:t>
      </w:r>
    </w:p>
    <w:p w14:paraId="43BC7053" w14:textId="429AEA83" w:rsidR="00980313" w:rsidRDefault="00980313" w:rsidP="007C2FEE">
      <w:pPr>
        <w:pStyle w:val="BUnormal"/>
        <w:rPr>
          <w:i/>
          <w:iCs/>
        </w:rPr>
      </w:pPr>
    </w:p>
    <w:p w14:paraId="4C237BDB" w14:textId="77777777" w:rsidR="0093193F" w:rsidRPr="0093193F" w:rsidRDefault="0093193F" w:rsidP="0093193F">
      <w:pPr>
        <w:pStyle w:val="Note"/>
        <w:rPr/>
      </w:pPr>
    </w:p>
    <w:p w14:paraId="67E83AFA" w14:textId="085364D1" w:rsidR="00980313" w:rsidRDefault="00714D6B" w:rsidP="00A96B2E">
      <w:pPr>
        <w:pStyle w:val="Note"/>
        <w:rPr/>
        <w:bidi w:val="0"/>
      </w:pP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Примечание: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Данные фотографии служат лишь для предварительного ознакомления.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Для перепечатки в публикациях используйте фотографии в разрешении 300 dpi, прилагаемые для скачивания.</w:t>
      </w:r>
    </w:p>
    <w:p w14:paraId="024F5AC1" w14:textId="77777777" w:rsidR="0093193F" w:rsidRPr="0093193F" w:rsidRDefault="0093193F" w:rsidP="0093193F">
      <w:pPr>
        <w:pStyle w:val="Standardabsatz"/>
        <w:rPr/>
      </w:pPr>
    </w:p>
    <w:p w14:paraId="00F142C3" w14:textId="77777777" w:rsidR="0093193F" w:rsidRPr="0093193F" w:rsidRDefault="0093193F" w:rsidP="0093193F">
      <w:pPr>
        <w:pStyle w:val="Standardabsatz"/>
        <w:rPr/>
      </w:pPr>
    </w:p>
    <w:p w14:paraId="717825D0" w14:textId="4B1B0DAB" w:rsidR="00B409DF" w:rsidRDefault="00B409DF" w:rsidP="00B409DF">
      <w:pPr>
        <w:pStyle w:val="Absatzberschrift"/>
        <w:rPr>
          <w:i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Подробную информацию вы можете получить по адресу: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392C6846" w14:textId="77777777" w:rsidR="00B409DF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Отдел по связям с общественностью</w:t>
      </w:r>
    </w:p>
    <w:p w14:paraId="77A90FFB" w14:textId="77777777" w:rsidR="00B409DF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2BD7061F" w14:textId="77777777" w:rsidR="00B409DF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7312A980" w14:textId="77777777" w:rsidR="00B409DF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Deutschland (Германия)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Тел.: +49 (0) 2645 131 – 1966 </w:t>
      </w:r>
    </w:p>
    <w:p w14:paraId="72EBA31D" w14:textId="77777777" w:rsidR="00B409DF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Телефакс: +49 (0) 2645 131 – 499</w:t>
      </w:r>
    </w:p>
    <w:p w14:paraId="54DD8925" w14:textId="4CADBFA8" w:rsidR="00B409DF" w:rsidRDefault="00B409DF" w:rsidP="00B409DF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  <w:rPr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pPr>
        <w:bidi w:val="0"/>
      </w:pPr>
      <w:r>
        <w:separator/>
      </w:r>
    </w:p>
  </w:endnote>
  <w:endnote w:type="continuationSeparator" w:id="0">
    <w:p w14:paraId="45C18345" w14:textId="77777777" w:rsidR="008F7BB7" w:rsidRDefault="008F7BB7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ru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pPr>
        <w:bidi w:val="0"/>
      </w:pPr>
      <w:r>
        <w:separator/>
      </w:r>
    </w:p>
  </w:footnote>
  <w:footnote w:type="continuationSeparator" w:id="0">
    <w:p w14:paraId="7FE24238" w14:textId="77777777" w:rsidR="008F7BB7" w:rsidRDefault="008F7BB7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4B4CE4BB" w:rsidR="000278CB" w:rsidRDefault="00186C6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FEFCA53" wp14:editId="265817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626D" w14:textId="4F3ABB80" w:rsidR="00186C62" w:rsidRPr="00186C62" w:rsidRDefault="00186C62" w:rsidP="00186C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FCA5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4846626D" w14:textId="4F3ABB80" w:rsidR="00186C62" w:rsidRPr="00186C62" w:rsidRDefault="00186C62" w:rsidP="00186C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06AFD77" w:rsidR="00533132" w:rsidRPr="00533132" w:rsidRDefault="00186C62" w:rsidP="0053313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38A9FEF" wp14:editId="3D0EF751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AAB86" w14:textId="17D3293F" w:rsidR="00186C62" w:rsidRPr="00186C62" w:rsidRDefault="00186C62" w:rsidP="00186C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A9FEF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5A3AAB86" w14:textId="17D3293F" w:rsidR="00186C62" w:rsidRPr="00186C62" w:rsidRDefault="00186C62" w:rsidP="00186C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87A4D0D" w:rsidR="00533132" w:rsidRDefault="00186C6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6EAE064" wp14:editId="6E47742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EFEFAB" w14:textId="03CA29E6" w:rsidR="00186C62" w:rsidRPr="00186C62" w:rsidRDefault="00186C62" w:rsidP="00186C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EAE06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04EFEFAB" w14:textId="03CA29E6" w:rsidR="00186C62" w:rsidRPr="00186C62" w:rsidRDefault="00186C62" w:rsidP="00186C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5F60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8674E"/>
    <w:rsid w:val="00186C62"/>
    <w:rsid w:val="00193CE0"/>
    <w:rsid w:val="00194FB1"/>
    <w:rsid w:val="001B16BB"/>
    <w:rsid w:val="001B34EE"/>
    <w:rsid w:val="001B6548"/>
    <w:rsid w:val="001C1A3E"/>
    <w:rsid w:val="001D5825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85688"/>
    <w:rsid w:val="003967E5"/>
    <w:rsid w:val="003974D6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5205"/>
    <w:rsid w:val="003E5AC0"/>
    <w:rsid w:val="003E759F"/>
    <w:rsid w:val="003E7853"/>
    <w:rsid w:val="003E7D42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041A"/>
    <w:rsid w:val="00506409"/>
    <w:rsid w:val="00530E32"/>
    <w:rsid w:val="00533132"/>
    <w:rsid w:val="00533D8D"/>
    <w:rsid w:val="00534889"/>
    <w:rsid w:val="00537210"/>
    <w:rsid w:val="00541C9E"/>
    <w:rsid w:val="005454A0"/>
    <w:rsid w:val="005649F4"/>
    <w:rsid w:val="00565C17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0F78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77F31"/>
    <w:rsid w:val="00682B1A"/>
    <w:rsid w:val="00690D7C"/>
    <w:rsid w:val="00690DFE"/>
    <w:rsid w:val="00691678"/>
    <w:rsid w:val="006B246E"/>
    <w:rsid w:val="006B3EEC"/>
    <w:rsid w:val="006C0C87"/>
    <w:rsid w:val="006D7EAC"/>
    <w:rsid w:val="006E0104"/>
    <w:rsid w:val="006F7602"/>
    <w:rsid w:val="0070340A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13CB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4062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193F"/>
    <w:rsid w:val="009328FA"/>
    <w:rsid w:val="00936A78"/>
    <w:rsid w:val="009375E1"/>
    <w:rsid w:val="00952853"/>
    <w:rsid w:val="009646E4"/>
    <w:rsid w:val="00964C7B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5F21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E3368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B1C7F"/>
    <w:rsid w:val="00BB4009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E3747"/>
    <w:rsid w:val="00CF36C9"/>
    <w:rsid w:val="00D00EC4"/>
    <w:rsid w:val="00D164C8"/>
    <w:rsid w:val="00D166AC"/>
    <w:rsid w:val="00D16C4C"/>
    <w:rsid w:val="00D36BA2"/>
    <w:rsid w:val="00D37CF4"/>
    <w:rsid w:val="00D40D54"/>
    <w:rsid w:val="00D4487C"/>
    <w:rsid w:val="00D63D33"/>
    <w:rsid w:val="00D73352"/>
    <w:rsid w:val="00D74EA4"/>
    <w:rsid w:val="00D84E46"/>
    <w:rsid w:val="00D86A15"/>
    <w:rsid w:val="00D935C3"/>
    <w:rsid w:val="00DA0266"/>
    <w:rsid w:val="00DA0F4B"/>
    <w:rsid w:val="00DA477E"/>
    <w:rsid w:val="00DB4BB0"/>
    <w:rsid w:val="00DC2E92"/>
    <w:rsid w:val="00DD0C2F"/>
    <w:rsid w:val="00DE461D"/>
    <w:rsid w:val="00E04039"/>
    <w:rsid w:val="00E14608"/>
    <w:rsid w:val="00E15EBE"/>
    <w:rsid w:val="00E21E67"/>
    <w:rsid w:val="00E30686"/>
    <w:rsid w:val="00E30EBF"/>
    <w:rsid w:val="00E316C0"/>
    <w:rsid w:val="00E31E03"/>
    <w:rsid w:val="00E424CB"/>
    <w:rsid w:val="00E50C05"/>
    <w:rsid w:val="00E51170"/>
    <w:rsid w:val="00E52D70"/>
    <w:rsid w:val="00E53D0E"/>
    <w:rsid w:val="00E55534"/>
    <w:rsid w:val="00E565DC"/>
    <w:rsid w:val="00E7116D"/>
    <w:rsid w:val="00E72429"/>
    <w:rsid w:val="00E805B8"/>
    <w:rsid w:val="00E83680"/>
    <w:rsid w:val="00E90681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2203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C02E2"/>
    <w:rsid w:val="00FC59CD"/>
    <w:rsid w:val="00FD1E6F"/>
    <w:rsid w:val="00FD26AE"/>
    <w:rsid w:val="00FD3768"/>
    <w:rsid w:val="00FD51E9"/>
    <w:rsid w:val="00FF487E"/>
    <w:rsid w:val="00FF52AE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3974D6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footer" Target="footer2.xml" /><Relationship Id="rId10" Type="http://schemas.openxmlformats.org/officeDocument/2006/relationships/image" Target="media/image5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footer" Target="footer1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 /><Relationship Id="rId1" Type="http://schemas.openxmlformats.org/officeDocument/2006/relationships/image" Target="media/image7.png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 /><Relationship Id="rId1" Type="http://schemas.openxmlformats.org/officeDocument/2006/relationships/image" Target="media/image9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953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6951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2021-10-20T14:00:00Z</cp:lastPrinted>
  <dcterms:created xsi:type="dcterms:W3CDTF">2023-11-15T12:17:00Z</dcterms:created>
  <dcterms:modified xsi:type="dcterms:W3CDTF">2023-11-15T12:17:00Z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2023-11-15T12:16:00Z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314e1730-4517-4bd5-81ed-b82be2583c4e</vt:lpwstr>
  </property>
  <property fmtid="{D5CDD505-2E9C-101B-9397-08002B2CF9AE}" pid="11" name="MSIP_Label_df1a195f-122b-42dc-a2d3-71a1903dcdac_ContentBits">
    <vt:lpwstr>1</vt:lpwstr>
  </property>
</Properties>
</file>